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C2F26" w14:textId="77777777" w:rsidR="0085747A" w:rsidRPr="006C346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3461">
        <w:rPr>
          <w:rFonts w:ascii="Corbel" w:hAnsi="Corbel"/>
          <w:b/>
          <w:smallCaps/>
          <w:sz w:val="24"/>
          <w:szCs w:val="24"/>
        </w:rPr>
        <w:t>SYLABUS</w:t>
      </w:r>
    </w:p>
    <w:p w14:paraId="08799D13" w14:textId="7766CDDC" w:rsidR="0085747A" w:rsidRPr="006C346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346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C3461">
        <w:rPr>
          <w:rFonts w:ascii="Corbel" w:hAnsi="Corbel"/>
          <w:b/>
          <w:smallCaps/>
          <w:sz w:val="24"/>
          <w:szCs w:val="24"/>
        </w:rPr>
        <w:t xml:space="preserve"> </w:t>
      </w:r>
      <w:r w:rsidR="00102F01" w:rsidRPr="006C3461">
        <w:rPr>
          <w:rFonts w:ascii="Corbel" w:hAnsi="Corbel"/>
          <w:b/>
          <w:smallCaps/>
          <w:sz w:val="24"/>
          <w:szCs w:val="24"/>
        </w:rPr>
        <w:t>202</w:t>
      </w:r>
      <w:r w:rsidR="000166F4">
        <w:rPr>
          <w:rFonts w:ascii="Corbel" w:hAnsi="Corbel"/>
          <w:b/>
          <w:smallCaps/>
          <w:sz w:val="24"/>
          <w:szCs w:val="24"/>
        </w:rPr>
        <w:t>2</w:t>
      </w:r>
      <w:r w:rsidR="00102F01" w:rsidRPr="006C3461">
        <w:rPr>
          <w:rFonts w:ascii="Corbel" w:hAnsi="Corbel"/>
          <w:b/>
          <w:smallCaps/>
          <w:sz w:val="24"/>
          <w:szCs w:val="24"/>
        </w:rPr>
        <w:t>-202</w:t>
      </w:r>
      <w:r w:rsidR="000166F4">
        <w:rPr>
          <w:rFonts w:ascii="Corbel" w:hAnsi="Corbel"/>
          <w:b/>
          <w:smallCaps/>
          <w:sz w:val="24"/>
          <w:szCs w:val="24"/>
        </w:rPr>
        <w:t>7</w:t>
      </w:r>
    </w:p>
    <w:p w14:paraId="3C8B9454" w14:textId="735CC7A6" w:rsidR="0085747A" w:rsidRPr="006C3461" w:rsidRDefault="0035252D" w:rsidP="0035252D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Rok ak</w:t>
      </w:r>
      <w:r w:rsidR="00942EDA" w:rsidRPr="006C3461">
        <w:rPr>
          <w:rFonts w:ascii="Corbel" w:hAnsi="Corbel"/>
          <w:sz w:val="24"/>
          <w:szCs w:val="24"/>
        </w:rPr>
        <w:t>ademicki</w:t>
      </w:r>
      <w:r w:rsidRPr="006C3461">
        <w:rPr>
          <w:rFonts w:ascii="Corbel" w:hAnsi="Corbel"/>
          <w:sz w:val="24"/>
          <w:szCs w:val="24"/>
        </w:rPr>
        <w:t xml:space="preserve"> </w:t>
      </w:r>
      <w:r w:rsidRPr="000166F4">
        <w:rPr>
          <w:rFonts w:ascii="Corbel" w:hAnsi="Corbel"/>
          <w:b/>
          <w:bCs/>
          <w:sz w:val="24"/>
          <w:szCs w:val="24"/>
        </w:rPr>
        <w:t>202</w:t>
      </w:r>
      <w:r w:rsidR="000166F4" w:rsidRPr="000166F4">
        <w:rPr>
          <w:rFonts w:ascii="Corbel" w:hAnsi="Corbel"/>
          <w:b/>
          <w:bCs/>
          <w:sz w:val="24"/>
          <w:szCs w:val="24"/>
        </w:rPr>
        <w:t>5</w:t>
      </w:r>
      <w:r w:rsidRPr="000166F4">
        <w:rPr>
          <w:rFonts w:ascii="Corbel" w:hAnsi="Corbel"/>
          <w:b/>
          <w:bCs/>
          <w:sz w:val="24"/>
          <w:szCs w:val="24"/>
        </w:rPr>
        <w:t>/202</w:t>
      </w:r>
      <w:r w:rsidR="000166F4" w:rsidRPr="000166F4">
        <w:rPr>
          <w:rFonts w:ascii="Corbel" w:hAnsi="Corbel"/>
          <w:b/>
          <w:bCs/>
          <w:sz w:val="24"/>
          <w:szCs w:val="24"/>
        </w:rPr>
        <w:t>6</w:t>
      </w:r>
    </w:p>
    <w:p w14:paraId="51C63DB8" w14:textId="77777777" w:rsidR="0085747A" w:rsidRPr="006C346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3461">
        <w:rPr>
          <w:rFonts w:ascii="Corbel" w:hAnsi="Corbel"/>
          <w:szCs w:val="24"/>
        </w:rPr>
        <w:t xml:space="preserve">1. </w:t>
      </w:r>
      <w:r w:rsidR="0085747A" w:rsidRPr="006C3461">
        <w:rPr>
          <w:rFonts w:ascii="Corbel" w:hAnsi="Corbel"/>
          <w:szCs w:val="24"/>
        </w:rPr>
        <w:t xml:space="preserve">Podstawowe </w:t>
      </w:r>
      <w:r w:rsidR="00445970" w:rsidRPr="006C346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C3461" w14:paraId="4F3782B9" w14:textId="77777777" w:rsidTr="00942EDA">
        <w:tc>
          <w:tcPr>
            <w:tcW w:w="2694" w:type="dxa"/>
            <w:vAlign w:val="center"/>
          </w:tcPr>
          <w:p w14:paraId="3D3AA891" w14:textId="77777777" w:rsidR="0085747A" w:rsidRPr="006C346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618BA9" w14:textId="77777777" w:rsidR="0085747A" w:rsidRPr="006C3461" w:rsidRDefault="00942EDA" w:rsidP="00942ED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statystyka w badaniach pedagogicznych</w:t>
            </w:r>
          </w:p>
        </w:tc>
      </w:tr>
      <w:tr w:rsidR="00942EDA" w:rsidRPr="006C3461" w14:paraId="0320E872" w14:textId="77777777" w:rsidTr="00942EDA">
        <w:tc>
          <w:tcPr>
            <w:tcW w:w="2694" w:type="dxa"/>
            <w:vAlign w:val="center"/>
          </w:tcPr>
          <w:p w14:paraId="1F9ED31E" w14:textId="77777777" w:rsidR="00942EDA" w:rsidRPr="006C3461" w:rsidRDefault="00942ED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B15EC8F" w14:textId="77777777" w:rsidR="00942EDA" w:rsidRPr="006C3461" w:rsidRDefault="00942EDA" w:rsidP="00942E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C3461" w14:paraId="1477DB8B" w14:textId="77777777" w:rsidTr="00942EDA">
        <w:tc>
          <w:tcPr>
            <w:tcW w:w="2694" w:type="dxa"/>
            <w:vAlign w:val="center"/>
          </w:tcPr>
          <w:p w14:paraId="2081FD43" w14:textId="77777777" w:rsidR="0085747A" w:rsidRPr="006C346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C346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DDAE63" w14:textId="77777777"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C3461" w14:paraId="3500BCD8" w14:textId="77777777" w:rsidTr="00942EDA">
        <w:tc>
          <w:tcPr>
            <w:tcW w:w="2694" w:type="dxa"/>
            <w:vAlign w:val="center"/>
          </w:tcPr>
          <w:p w14:paraId="552E1339" w14:textId="77777777"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A46698" w14:textId="77777777"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Instytut Ekonomii</w:t>
            </w:r>
          </w:p>
        </w:tc>
      </w:tr>
      <w:tr w:rsidR="00942EDA" w:rsidRPr="006C3461" w14:paraId="442B0447" w14:textId="77777777" w:rsidTr="00942EDA">
        <w:tc>
          <w:tcPr>
            <w:tcW w:w="2694" w:type="dxa"/>
            <w:vAlign w:val="center"/>
          </w:tcPr>
          <w:p w14:paraId="78598C52" w14:textId="77777777" w:rsidR="00942EDA" w:rsidRPr="006C3461" w:rsidRDefault="00942ED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692E89" w14:textId="77777777" w:rsidR="00942ED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C3461" w14:paraId="4821BD55" w14:textId="77777777" w:rsidTr="00942EDA">
        <w:tc>
          <w:tcPr>
            <w:tcW w:w="2694" w:type="dxa"/>
            <w:vAlign w:val="center"/>
          </w:tcPr>
          <w:p w14:paraId="414FEEB6" w14:textId="77777777" w:rsidR="0085747A" w:rsidRPr="006C346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858A91" w14:textId="77777777" w:rsidR="0085747A" w:rsidRPr="006C3461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6C3461" w14:paraId="60596EA1" w14:textId="77777777" w:rsidTr="00942EDA">
        <w:tc>
          <w:tcPr>
            <w:tcW w:w="2694" w:type="dxa"/>
            <w:vAlign w:val="center"/>
          </w:tcPr>
          <w:p w14:paraId="51694BDB" w14:textId="77777777"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8FF290" w14:textId="77777777" w:rsidR="0085747A" w:rsidRPr="006C3461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C3461" w14:paraId="5E5D6931" w14:textId="77777777" w:rsidTr="00942EDA">
        <w:tc>
          <w:tcPr>
            <w:tcW w:w="2694" w:type="dxa"/>
            <w:vAlign w:val="center"/>
          </w:tcPr>
          <w:p w14:paraId="61F5FB0A" w14:textId="77777777"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ACA5B2" w14:textId="77777777" w:rsidR="0085747A" w:rsidRPr="006C3461" w:rsidRDefault="00231A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C3461" w14:paraId="48C08264" w14:textId="77777777" w:rsidTr="00942EDA">
        <w:tc>
          <w:tcPr>
            <w:tcW w:w="2694" w:type="dxa"/>
            <w:vAlign w:val="center"/>
          </w:tcPr>
          <w:p w14:paraId="40995A3D" w14:textId="77777777"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3461">
              <w:rPr>
                <w:rFonts w:ascii="Corbel" w:hAnsi="Corbel"/>
                <w:sz w:val="24"/>
                <w:szCs w:val="24"/>
              </w:rPr>
              <w:t>/y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6279D0B" w14:textId="27DCC597" w:rsidR="0085747A" w:rsidRPr="006C3461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4E50A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b w:val="0"/>
                <w:sz w:val="24"/>
                <w:szCs w:val="24"/>
              </w:rPr>
              <w:t>rok, 8 semestr</w:t>
            </w:r>
          </w:p>
        </w:tc>
      </w:tr>
      <w:tr w:rsidR="0085747A" w:rsidRPr="006C3461" w14:paraId="61962657" w14:textId="77777777" w:rsidTr="00942EDA">
        <w:tc>
          <w:tcPr>
            <w:tcW w:w="2694" w:type="dxa"/>
            <w:vAlign w:val="center"/>
          </w:tcPr>
          <w:p w14:paraId="1C57168A" w14:textId="77777777"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08684D" w14:textId="32A2BA95"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G. Metodologia badań naukowych</w:t>
            </w:r>
          </w:p>
        </w:tc>
      </w:tr>
      <w:tr w:rsidR="00923D7D" w:rsidRPr="006C3461" w14:paraId="7C03B7DB" w14:textId="77777777" w:rsidTr="00942EDA">
        <w:tc>
          <w:tcPr>
            <w:tcW w:w="2694" w:type="dxa"/>
            <w:vAlign w:val="center"/>
          </w:tcPr>
          <w:p w14:paraId="5849C5AD" w14:textId="77777777" w:rsidR="00923D7D" w:rsidRPr="006C346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131512C" w14:textId="77777777" w:rsidR="00923D7D" w:rsidRPr="006C3461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C3461" w14:paraId="21414407" w14:textId="77777777" w:rsidTr="00942EDA">
        <w:tc>
          <w:tcPr>
            <w:tcW w:w="2694" w:type="dxa"/>
            <w:vAlign w:val="center"/>
          </w:tcPr>
          <w:p w14:paraId="35B15993" w14:textId="77777777"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C6308B" w14:textId="77777777"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6C3461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6C346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6C3461" w14:paraId="3C866D0E" w14:textId="77777777" w:rsidTr="00942EDA">
        <w:tc>
          <w:tcPr>
            <w:tcW w:w="2694" w:type="dxa"/>
            <w:vAlign w:val="center"/>
          </w:tcPr>
          <w:p w14:paraId="5FDB7A03" w14:textId="77777777"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E4AB25" w14:textId="77777777" w:rsidR="0085747A" w:rsidRPr="006C3461" w:rsidRDefault="000A03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</w:tbl>
    <w:p w14:paraId="0C1277ED" w14:textId="77777777" w:rsidR="00923D7D" w:rsidRPr="006C3461" w:rsidRDefault="0085747A" w:rsidP="0035252D">
      <w:pPr>
        <w:pStyle w:val="Podpunkty"/>
        <w:ind w:left="0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 xml:space="preserve">* </w:t>
      </w:r>
      <w:r w:rsidRPr="006C3461">
        <w:rPr>
          <w:rFonts w:ascii="Corbel" w:hAnsi="Corbel"/>
          <w:i/>
          <w:sz w:val="24"/>
          <w:szCs w:val="24"/>
        </w:rPr>
        <w:t>-</w:t>
      </w:r>
      <w:r w:rsidR="00B90885" w:rsidRPr="006C346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C3461">
        <w:rPr>
          <w:rFonts w:ascii="Corbel" w:hAnsi="Corbel"/>
          <w:b w:val="0"/>
          <w:sz w:val="24"/>
          <w:szCs w:val="24"/>
        </w:rPr>
        <w:t>e,</w:t>
      </w:r>
      <w:r w:rsidRPr="006C3461">
        <w:rPr>
          <w:rFonts w:ascii="Corbel" w:hAnsi="Corbel"/>
          <w:i/>
          <w:sz w:val="24"/>
          <w:szCs w:val="24"/>
        </w:rPr>
        <w:t xml:space="preserve"> </w:t>
      </w:r>
      <w:r w:rsidRPr="006C346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C3461">
        <w:rPr>
          <w:rFonts w:ascii="Corbel" w:hAnsi="Corbel"/>
          <w:b w:val="0"/>
          <w:i/>
          <w:sz w:val="24"/>
          <w:szCs w:val="24"/>
        </w:rPr>
        <w:t>w Jednostce</w:t>
      </w:r>
    </w:p>
    <w:p w14:paraId="3B8F6E4E" w14:textId="77777777" w:rsidR="006C6DE3" w:rsidRPr="006C3461" w:rsidRDefault="006C6DE3" w:rsidP="009C54AE">
      <w:pPr>
        <w:pStyle w:val="Podpunkty"/>
        <w:ind w:left="284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8876A73" w14:textId="77777777" w:rsidR="0085747A" w:rsidRPr="006C346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1.</w:t>
      </w:r>
      <w:r w:rsidR="00E22FBC" w:rsidRPr="006C3461">
        <w:rPr>
          <w:rFonts w:ascii="Corbel" w:hAnsi="Corbel"/>
          <w:sz w:val="24"/>
          <w:szCs w:val="24"/>
        </w:rPr>
        <w:t>1</w:t>
      </w:r>
      <w:r w:rsidRPr="006C346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B7586" w14:textId="77777777" w:rsidR="00923D7D" w:rsidRPr="006C346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6C3461" w14:paraId="7FEC5F6A" w14:textId="77777777" w:rsidTr="0035252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74EA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Semestr</w:t>
            </w:r>
          </w:p>
          <w:p w14:paraId="619A09AD" w14:textId="77777777" w:rsidR="00015B8F" w:rsidRPr="006C346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(</w:t>
            </w:r>
            <w:r w:rsidR="00363F78" w:rsidRPr="006C346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156D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3461">
              <w:rPr>
                <w:rFonts w:ascii="Corbel" w:hAnsi="Corbel"/>
                <w:szCs w:val="24"/>
              </w:rPr>
              <w:t>Wykł</w:t>
            </w:r>
            <w:proofErr w:type="spellEnd"/>
            <w:r w:rsidRPr="006C34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CDFCC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26FDA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3461">
              <w:rPr>
                <w:rFonts w:ascii="Corbel" w:hAnsi="Corbel"/>
                <w:szCs w:val="24"/>
              </w:rPr>
              <w:t>Konw</w:t>
            </w:r>
            <w:proofErr w:type="spellEnd"/>
            <w:r w:rsidRPr="006C34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9B066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075C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3461">
              <w:rPr>
                <w:rFonts w:ascii="Corbel" w:hAnsi="Corbel"/>
                <w:szCs w:val="24"/>
              </w:rPr>
              <w:t>Sem</w:t>
            </w:r>
            <w:proofErr w:type="spellEnd"/>
            <w:r w:rsidRPr="006C34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400C7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EC083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3461">
              <w:rPr>
                <w:rFonts w:ascii="Corbel" w:hAnsi="Corbel"/>
                <w:szCs w:val="24"/>
              </w:rPr>
              <w:t>Prakt</w:t>
            </w:r>
            <w:proofErr w:type="spellEnd"/>
            <w:r w:rsidRPr="006C34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C42D9" w14:textId="77777777" w:rsidR="00015B8F" w:rsidRPr="006C3461" w:rsidRDefault="006C6DE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D4FD5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3461">
              <w:rPr>
                <w:rFonts w:ascii="Corbel" w:hAnsi="Corbel"/>
                <w:b/>
                <w:szCs w:val="24"/>
              </w:rPr>
              <w:t>Liczba pkt</w:t>
            </w:r>
            <w:r w:rsidR="00B90885" w:rsidRPr="006C3461">
              <w:rPr>
                <w:rFonts w:ascii="Corbel" w:hAnsi="Corbel"/>
                <w:b/>
                <w:szCs w:val="24"/>
              </w:rPr>
              <w:t>.</w:t>
            </w:r>
            <w:r w:rsidRPr="006C346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C3461" w14:paraId="3A61C3E8" w14:textId="77777777" w:rsidTr="0035252D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58D3" w14:textId="77777777" w:rsidR="00015B8F" w:rsidRPr="006C3461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5F1C" w14:textId="77777777"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8174" w14:textId="77777777"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EF2B" w14:textId="77777777"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2F05" w14:textId="77777777"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A9F5" w14:textId="77777777"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FF5C" w14:textId="77777777"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40B7" w14:textId="77777777"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9395" w14:textId="77777777" w:rsidR="00015B8F" w:rsidRPr="006C3461" w:rsidRDefault="006C6DE3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9293" w14:textId="77777777" w:rsidR="00015B8F" w:rsidRPr="006C3461" w:rsidRDefault="00A10B94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A55F17" w14:textId="77777777" w:rsidR="00923D7D" w:rsidRPr="006C346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3DDDF5" w14:textId="77777777" w:rsidR="00923D7D" w:rsidRPr="006C346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78C95D" w14:textId="77777777" w:rsidR="0035252D" w:rsidRPr="006C3461" w:rsidRDefault="0035252D" w:rsidP="0035252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>1.2.</w:t>
      </w:r>
      <w:r w:rsidRPr="006C3461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ED1A197" w14:textId="77777777" w:rsidR="0035252D" w:rsidRPr="006C3461" w:rsidRDefault="0035252D" w:rsidP="0035252D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6C3461">
        <w:rPr>
          <w:rFonts w:ascii="Corbel" w:eastAsia="MS Gothic" w:hAnsi="Corbel"/>
          <w:b w:val="0"/>
          <w:szCs w:val="24"/>
        </w:rPr>
        <w:sym w:font="Wingdings" w:char="F078"/>
      </w:r>
      <w:r w:rsidRPr="006C3461">
        <w:rPr>
          <w:rFonts w:ascii="Corbel" w:eastAsia="MS Gothic" w:hAnsi="Corbel"/>
          <w:b w:val="0"/>
          <w:szCs w:val="24"/>
        </w:rPr>
        <w:t xml:space="preserve"> </w:t>
      </w:r>
      <w:r w:rsidRPr="006C3461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B310F85" w14:textId="77777777" w:rsidR="0035252D" w:rsidRPr="006C3461" w:rsidRDefault="0035252D" w:rsidP="003525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42D6737" w14:textId="77777777" w:rsidR="0035252D" w:rsidRPr="006C3461" w:rsidRDefault="0035252D" w:rsidP="003525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D733B" w14:textId="77777777" w:rsidR="0035252D" w:rsidRPr="006C3461" w:rsidRDefault="0035252D" w:rsidP="0035252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1.3 </w:t>
      </w:r>
      <w:r w:rsidRPr="006C3461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569A9EDC" w14:textId="77777777" w:rsidR="0035252D" w:rsidRPr="006C3461" w:rsidRDefault="0035252D" w:rsidP="0035252D">
      <w:pPr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ab/>
        <w:t>zaliczenie z oceną</w:t>
      </w:r>
    </w:p>
    <w:p w14:paraId="04CD44A7" w14:textId="77777777" w:rsidR="00E960BB" w:rsidRPr="006C346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346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3461" w14:paraId="1DEC712D" w14:textId="77777777" w:rsidTr="00745302">
        <w:tc>
          <w:tcPr>
            <w:tcW w:w="9670" w:type="dxa"/>
          </w:tcPr>
          <w:p w14:paraId="51CF6F44" w14:textId="77777777" w:rsidR="0085747A" w:rsidRPr="006C3461" w:rsidRDefault="00AB45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arkusza kalkulacyjnego Excel</w:t>
            </w:r>
          </w:p>
        </w:tc>
      </w:tr>
    </w:tbl>
    <w:p w14:paraId="12BE8D4A" w14:textId="77777777" w:rsidR="00153C41" w:rsidRPr="006C346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3EFD5E" w14:textId="77777777" w:rsidR="0085747A" w:rsidRPr="006C346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3461">
        <w:rPr>
          <w:rFonts w:ascii="Corbel" w:hAnsi="Corbel"/>
          <w:szCs w:val="24"/>
        </w:rPr>
        <w:t>3.</w:t>
      </w:r>
      <w:r w:rsidR="0085747A" w:rsidRPr="006C3461">
        <w:rPr>
          <w:rFonts w:ascii="Corbel" w:hAnsi="Corbel"/>
          <w:szCs w:val="24"/>
        </w:rPr>
        <w:t xml:space="preserve"> </w:t>
      </w:r>
      <w:r w:rsidR="00A84C85" w:rsidRPr="006C3461">
        <w:rPr>
          <w:rFonts w:ascii="Corbel" w:hAnsi="Corbel"/>
          <w:szCs w:val="24"/>
        </w:rPr>
        <w:t>cele, efekty uczenia się</w:t>
      </w:r>
      <w:r w:rsidR="0085747A" w:rsidRPr="006C3461">
        <w:rPr>
          <w:rFonts w:ascii="Corbel" w:hAnsi="Corbel"/>
          <w:szCs w:val="24"/>
        </w:rPr>
        <w:t xml:space="preserve"> , treści Programowe i stosowane metody Dydaktyczne</w:t>
      </w:r>
    </w:p>
    <w:p w14:paraId="128ABC71" w14:textId="77777777" w:rsidR="0085747A" w:rsidRPr="006C346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6C04DA" w14:textId="77777777" w:rsidR="0085747A" w:rsidRPr="006C346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 xml:space="preserve">3.1 </w:t>
      </w:r>
      <w:r w:rsidR="00C05F44" w:rsidRPr="006C3461">
        <w:rPr>
          <w:rFonts w:ascii="Corbel" w:hAnsi="Corbel"/>
          <w:sz w:val="24"/>
          <w:szCs w:val="24"/>
        </w:rPr>
        <w:t>Cele przedmiotu</w:t>
      </w:r>
    </w:p>
    <w:p w14:paraId="1E031C2E" w14:textId="77777777" w:rsidR="00F83B28" w:rsidRPr="006C346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50443" w:rsidRPr="006C3461" w14:paraId="78051005" w14:textId="77777777" w:rsidTr="00550443">
        <w:tc>
          <w:tcPr>
            <w:tcW w:w="851" w:type="dxa"/>
            <w:vAlign w:val="center"/>
          </w:tcPr>
          <w:p w14:paraId="785CC349" w14:textId="77777777" w:rsidR="00550443" w:rsidRPr="006C3461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9BCB8AA" w14:textId="77777777"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projektowania badań ankietowych oraz pozyskiwania danych z BDL (GUS).</w:t>
            </w:r>
          </w:p>
        </w:tc>
      </w:tr>
      <w:tr w:rsidR="00550443" w:rsidRPr="006C3461" w14:paraId="15C412CA" w14:textId="77777777" w:rsidTr="00550443">
        <w:tc>
          <w:tcPr>
            <w:tcW w:w="851" w:type="dxa"/>
            <w:vAlign w:val="center"/>
          </w:tcPr>
          <w:p w14:paraId="75448DD8" w14:textId="77777777"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2028563" w14:textId="77777777"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graficznego, tabelarycznego oraz analitycznego sposobu </w:t>
            </w: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przedstawiania danych statystycznych.</w:t>
            </w:r>
          </w:p>
        </w:tc>
      </w:tr>
      <w:tr w:rsidR="00550443" w:rsidRPr="006C3461" w14:paraId="4CF76049" w14:textId="77777777" w:rsidTr="00550443">
        <w:tc>
          <w:tcPr>
            <w:tcW w:w="851" w:type="dxa"/>
            <w:vAlign w:val="center"/>
          </w:tcPr>
          <w:p w14:paraId="1E119179" w14:textId="77777777"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14:paraId="23068A61" w14:textId="77777777"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podstawowymi terminami statystycznymi.</w:t>
            </w:r>
          </w:p>
        </w:tc>
      </w:tr>
      <w:tr w:rsidR="00550443" w:rsidRPr="006C3461" w14:paraId="0318A170" w14:textId="77777777" w:rsidTr="00550443">
        <w:tc>
          <w:tcPr>
            <w:tcW w:w="851" w:type="dxa"/>
            <w:vAlign w:val="center"/>
          </w:tcPr>
          <w:p w14:paraId="4935C170" w14:textId="77777777"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AB543" w14:textId="77777777"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wyboru właściwych metod z zakresu statystyki opisowej w celu ich zastosowania do statystycznej analizy danych oraz umiejętności posługiwania się podstawowymi metodami wnioskowania statystycznego.</w:t>
            </w:r>
          </w:p>
        </w:tc>
      </w:tr>
      <w:tr w:rsidR="00550443" w:rsidRPr="006C3461" w14:paraId="4EB6D25D" w14:textId="77777777" w:rsidTr="00550443">
        <w:tc>
          <w:tcPr>
            <w:tcW w:w="851" w:type="dxa"/>
            <w:vAlign w:val="center"/>
          </w:tcPr>
          <w:p w14:paraId="62F5EDD9" w14:textId="77777777"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FB28577" w14:textId="77777777"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Wdrożenie umiejętności formułowania wniosków na podstawie przeprowadzonych analiz statystycznych.</w:t>
            </w:r>
          </w:p>
        </w:tc>
      </w:tr>
      <w:tr w:rsidR="00550443" w:rsidRPr="006C3461" w14:paraId="62CD3043" w14:textId="77777777" w:rsidTr="00550443">
        <w:tc>
          <w:tcPr>
            <w:tcW w:w="851" w:type="dxa"/>
            <w:vAlign w:val="center"/>
          </w:tcPr>
          <w:p w14:paraId="56B11319" w14:textId="77777777" w:rsidR="00550443" w:rsidRPr="006C3461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623693B3" w14:textId="77777777"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Umiejętność praktycznego posługiwania się treściami teoretycznymi (wzorami), umiejętność pracy indywidualnej i grupowej</w:t>
            </w:r>
          </w:p>
        </w:tc>
      </w:tr>
    </w:tbl>
    <w:p w14:paraId="74C16C4E" w14:textId="77777777"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64D0BE" w14:textId="77777777" w:rsidR="001D7B54" w:rsidRPr="006C346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b/>
          <w:sz w:val="24"/>
          <w:szCs w:val="24"/>
        </w:rPr>
        <w:t xml:space="preserve">3.2 </w:t>
      </w:r>
      <w:r w:rsidR="001D7B54" w:rsidRPr="006C3461">
        <w:rPr>
          <w:rFonts w:ascii="Corbel" w:hAnsi="Corbel"/>
          <w:b/>
          <w:sz w:val="24"/>
          <w:szCs w:val="24"/>
        </w:rPr>
        <w:t xml:space="preserve">Efekty </w:t>
      </w:r>
      <w:r w:rsidR="00C05F44" w:rsidRPr="006C346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3461">
        <w:rPr>
          <w:rFonts w:ascii="Corbel" w:hAnsi="Corbel"/>
          <w:b/>
          <w:sz w:val="24"/>
          <w:szCs w:val="24"/>
        </w:rPr>
        <w:t>dla przedmiotu</w:t>
      </w:r>
      <w:r w:rsidR="00445970" w:rsidRPr="006C3461">
        <w:rPr>
          <w:rFonts w:ascii="Corbel" w:hAnsi="Corbel"/>
          <w:sz w:val="24"/>
          <w:szCs w:val="24"/>
        </w:rPr>
        <w:t xml:space="preserve"> </w:t>
      </w:r>
    </w:p>
    <w:p w14:paraId="25A8CBC9" w14:textId="77777777" w:rsidR="001D7B54" w:rsidRPr="006C346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C3461" w14:paraId="5B195279" w14:textId="77777777" w:rsidTr="0071620A">
        <w:tc>
          <w:tcPr>
            <w:tcW w:w="1701" w:type="dxa"/>
            <w:vAlign w:val="center"/>
          </w:tcPr>
          <w:p w14:paraId="579EB1CA" w14:textId="77777777" w:rsidR="0085747A" w:rsidRPr="006C3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346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346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E176F11" w14:textId="77777777" w:rsidR="0085747A" w:rsidRPr="006C346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40CD376" w14:textId="77777777" w:rsidR="0085747A" w:rsidRPr="006C346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C346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5252D" w:rsidRPr="006C3461" w14:paraId="6EBF4FA0" w14:textId="77777777" w:rsidTr="0071620A">
        <w:tc>
          <w:tcPr>
            <w:tcW w:w="1701" w:type="dxa"/>
            <w:vAlign w:val="center"/>
          </w:tcPr>
          <w:p w14:paraId="757DC86A" w14:textId="77777777" w:rsidR="0035252D" w:rsidRPr="006C3461" w:rsidRDefault="0035252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757E9040" w14:textId="77777777" w:rsidR="0035252D" w:rsidRPr="006C3461" w:rsidRDefault="0035252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14:paraId="1370F04C" w14:textId="77777777" w:rsidR="0035252D" w:rsidRPr="006C3461" w:rsidRDefault="0035252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3C2E" w:rsidRPr="006C3461" w14:paraId="717719B9" w14:textId="77777777" w:rsidTr="00783082">
        <w:tc>
          <w:tcPr>
            <w:tcW w:w="1701" w:type="dxa"/>
            <w:vAlign w:val="center"/>
          </w:tcPr>
          <w:p w14:paraId="3C5E99EC" w14:textId="77777777"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443C2B0" w14:textId="77777777" w:rsidR="00283C2E" w:rsidRPr="006C3461" w:rsidRDefault="0021258F" w:rsidP="00DA49F8">
            <w:pPr>
              <w:pStyle w:val="Akapitzlist"/>
              <w:tabs>
                <w:tab w:val="left" w:pos="1136"/>
                <w:tab w:val="left" w:pos="12644"/>
              </w:tabs>
              <w:spacing w:before="60" w:after="60"/>
              <w:ind w:left="63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rozumie przedmiotowe i metodologiczne powiązania pedagogiki specjalnej ze statystyką </w:t>
            </w:r>
            <w:r w:rsidR="00DA49F8" w:rsidRPr="006C3461">
              <w:rPr>
                <w:rFonts w:ascii="Corbel" w:hAnsi="Corbel"/>
                <w:sz w:val="24"/>
                <w:szCs w:val="24"/>
              </w:rPr>
              <w:t>opisową i wnioskowaniem statystycznym; zna konieczność aplikowaniem wybranych metod ilościowych do opracowania wyników  badań własnych</w:t>
            </w:r>
          </w:p>
        </w:tc>
        <w:tc>
          <w:tcPr>
            <w:tcW w:w="1873" w:type="dxa"/>
            <w:vAlign w:val="center"/>
          </w:tcPr>
          <w:p w14:paraId="06908626" w14:textId="77777777"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PS.W3</w:t>
            </w:r>
          </w:p>
        </w:tc>
      </w:tr>
      <w:tr w:rsidR="00283C2E" w:rsidRPr="006C3461" w14:paraId="325569B7" w14:textId="77777777" w:rsidTr="00783082">
        <w:tc>
          <w:tcPr>
            <w:tcW w:w="1701" w:type="dxa"/>
            <w:vAlign w:val="center"/>
          </w:tcPr>
          <w:p w14:paraId="0122B7B6" w14:textId="77777777"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BEE6B01" w14:textId="77777777" w:rsidR="00283C2E" w:rsidRPr="006C3461" w:rsidRDefault="00DA49F8" w:rsidP="0035252D">
            <w:pPr>
              <w:tabs>
                <w:tab w:val="left" w:pos="175"/>
                <w:tab w:val="left" w:pos="12644"/>
              </w:tabs>
              <w:spacing w:before="60" w:after="60"/>
              <w:ind w:right="34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83C2E" w:rsidRPr="006C3461">
              <w:rPr>
                <w:rFonts w:ascii="Corbel" w:hAnsi="Corbel"/>
                <w:sz w:val="24"/>
                <w:szCs w:val="24"/>
              </w:rPr>
              <w:t xml:space="preserve">założenia  metodologiczne  oraz  zasady  projektowania  i </w:t>
            </w:r>
            <w:r w:rsidRPr="006C3461">
              <w:rPr>
                <w:rFonts w:ascii="Corbel" w:hAnsi="Corbel"/>
                <w:sz w:val="24"/>
                <w:szCs w:val="24"/>
              </w:rPr>
              <w:t>prowadzenia</w:t>
            </w:r>
            <w:r w:rsidR="00283C2E" w:rsidRPr="006C3461">
              <w:rPr>
                <w:rFonts w:ascii="Corbel" w:hAnsi="Corbel"/>
                <w:sz w:val="24"/>
                <w:szCs w:val="24"/>
              </w:rPr>
              <w:t xml:space="preserve">  badań   naukowych   w   zakresie   pedagogiki   </w:t>
            </w:r>
            <w:r w:rsidRPr="006C3461">
              <w:rPr>
                <w:rFonts w:ascii="Corbel" w:hAnsi="Corbel"/>
                <w:sz w:val="24"/>
                <w:szCs w:val="24"/>
              </w:rPr>
              <w:t>specjalnej</w:t>
            </w:r>
            <w:r w:rsidR="00283C2E" w:rsidRPr="006C3461">
              <w:rPr>
                <w:rFonts w:ascii="Corbel" w:hAnsi="Corbel"/>
                <w:sz w:val="24"/>
                <w:szCs w:val="24"/>
              </w:rPr>
              <w:t xml:space="preserve"> z wykorzystaniem metod statystycznych</w:t>
            </w:r>
            <w:r w:rsidR="00940D7C" w:rsidRPr="006C346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748BCD71" w14:textId="77777777"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PS.W6</w:t>
            </w:r>
          </w:p>
        </w:tc>
      </w:tr>
      <w:tr w:rsidR="00283C2E" w:rsidRPr="006C3461" w14:paraId="1BD372C4" w14:textId="77777777" w:rsidTr="006C37C6">
        <w:tc>
          <w:tcPr>
            <w:tcW w:w="1701" w:type="dxa"/>
            <w:vAlign w:val="center"/>
          </w:tcPr>
          <w:p w14:paraId="11C564E1" w14:textId="77777777"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5CBBC595" w14:textId="77777777" w:rsidR="00283C2E" w:rsidRPr="006C3461" w:rsidRDefault="00DA49F8" w:rsidP="0035252D">
            <w:pPr>
              <w:tabs>
                <w:tab w:val="left" w:pos="34"/>
              </w:tabs>
              <w:spacing w:before="60" w:after="60"/>
              <w:ind w:right="34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zna i rozumie</w:t>
            </w:r>
            <w:r w:rsidR="000A7F18" w:rsidRPr="006C3461">
              <w:rPr>
                <w:rFonts w:ascii="Corbel" w:hAnsi="Corbel"/>
                <w:sz w:val="24"/>
                <w:szCs w:val="24"/>
              </w:rPr>
              <w:t xml:space="preserve"> metodologiczne założenia konieczne do wyboru i stosowania, adekwatnych do  zgromadzonych danych i charakteru badań,  metod statystycznych. Zna również 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zasady oraz etyczne normy projektowania i realizacji badań naukowych w zakresie pedagogiki specjalnej.</w:t>
            </w:r>
          </w:p>
        </w:tc>
        <w:tc>
          <w:tcPr>
            <w:tcW w:w="1873" w:type="dxa"/>
            <w:vAlign w:val="center"/>
          </w:tcPr>
          <w:p w14:paraId="2A97C7A9" w14:textId="77777777"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PS.W7</w:t>
            </w:r>
          </w:p>
        </w:tc>
      </w:tr>
      <w:tr w:rsidR="00283C2E" w:rsidRPr="006C3461" w14:paraId="4EFC31BF" w14:textId="77777777" w:rsidTr="006C37C6">
        <w:tc>
          <w:tcPr>
            <w:tcW w:w="1701" w:type="dxa"/>
            <w:vAlign w:val="center"/>
          </w:tcPr>
          <w:p w14:paraId="19E690EA" w14:textId="77777777"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D520DF7" w14:textId="77777777" w:rsidR="00283C2E" w:rsidRPr="006C3461" w:rsidRDefault="001C53EC" w:rsidP="0035252D">
            <w:pPr>
              <w:tabs>
                <w:tab w:val="left" w:pos="34"/>
              </w:tabs>
              <w:spacing w:before="60" w:after="60"/>
              <w:ind w:right="-108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potrafi rozróżniać  metody statystyczne i wykorzystywać je  w  badaniach  naukowych,  formułować  cele  i problemy badawcze adekwatne do wybranych metod,  opracowywać, prezentować i interpretować wyniki badań, wyciągać wnioski, wskazywać kierunki dalszych badań w obrębie pedagogiki specjalnej.</w:t>
            </w:r>
          </w:p>
        </w:tc>
        <w:tc>
          <w:tcPr>
            <w:tcW w:w="1873" w:type="dxa"/>
            <w:vAlign w:val="center"/>
          </w:tcPr>
          <w:p w14:paraId="0FEE95F9" w14:textId="77777777"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PS.U3</w:t>
            </w:r>
          </w:p>
        </w:tc>
      </w:tr>
      <w:tr w:rsidR="00CF69AB" w:rsidRPr="006C3461" w14:paraId="79DA7AEA" w14:textId="77777777" w:rsidTr="00CF69AB">
        <w:tc>
          <w:tcPr>
            <w:tcW w:w="1701" w:type="dxa"/>
            <w:vAlign w:val="center"/>
          </w:tcPr>
          <w:p w14:paraId="3C0D4062" w14:textId="77777777" w:rsidR="00CF69AB" w:rsidRPr="006C3461" w:rsidRDefault="00231ABF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636BBAD4" w14:textId="77777777" w:rsidR="00CF69AB" w:rsidRPr="006C3461" w:rsidRDefault="00283C2E" w:rsidP="00361C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jest gotów </w:t>
            </w:r>
            <w:r w:rsidR="00940D7C" w:rsidRPr="006C3461">
              <w:rPr>
                <w:rFonts w:ascii="Corbel" w:hAnsi="Corbel"/>
                <w:sz w:val="24"/>
                <w:szCs w:val="24"/>
              </w:rPr>
              <w:t xml:space="preserve">do </w:t>
            </w:r>
            <w:r w:rsidR="00361C0C" w:rsidRPr="006C3461">
              <w:rPr>
                <w:rFonts w:ascii="Corbel" w:hAnsi="Corbel"/>
                <w:sz w:val="24"/>
                <w:szCs w:val="24"/>
              </w:rPr>
              <w:t xml:space="preserve">doceniania tradycji i dorobku badań w zakresie pedagogiki specjalnej, ale również do ich </w:t>
            </w:r>
            <w:r w:rsidR="00361C0C" w:rsidRPr="006C3461">
              <w:rPr>
                <w:rFonts w:ascii="Corbel" w:hAnsi="Corbel"/>
                <w:sz w:val="24"/>
                <w:szCs w:val="24"/>
              </w:rPr>
              <w:lastRenderedPageBreak/>
              <w:t xml:space="preserve">kontynuacji i poszerzania o nowe procedury badawcze, zwłaszcza poprzez użycie odpowiednich i zróżnicowanych metod z zakresu statystyki pedagogicznej </w:t>
            </w:r>
          </w:p>
        </w:tc>
        <w:tc>
          <w:tcPr>
            <w:tcW w:w="1873" w:type="dxa"/>
            <w:vAlign w:val="center"/>
          </w:tcPr>
          <w:p w14:paraId="36EB3EF1" w14:textId="77777777" w:rsidR="00CF69AB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lastRenderedPageBreak/>
              <w:t>PS.K8</w:t>
            </w:r>
          </w:p>
        </w:tc>
      </w:tr>
    </w:tbl>
    <w:p w14:paraId="4DAA5B44" w14:textId="77777777"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7C2E13" w14:textId="77777777" w:rsidR="006C6DE3" w:rsidRPr="006C3461" w:rsidRDefault="006C6DE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0057BD" w14:textId="77777777" w:rsidR="0085747A" w:rsidRPr="006C346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3461">
        <w:rPr>
          <w:rFonts w:ascii="Corbel" w:hAnsi="Corbel"/>
          <w:b/>
          <w:sz w:val="24"/>
          <w:szCs w:val="24"/>
        </w:rPr>
        <w:t>3.3</w:t>
      </w:r>
      <w:r w:rsidR="001D7B54" w:rsidRPr="006C3461">
        <w:rPr>
          <w:rFonts w:ascii="Corbel" w:hAnsi="Corbel"/>
          <w:b/>
          <w:sz w:val="24"/>
          <w:szCs w:val="24"/>
        </w:rPr>
        <w:t xml:space="preserve"> </w:t>
      </w:r>
      <w:r w:rsidR="0085747A" w:rsidRPr="006C3461">
        <w:rPr>
          <w:rFonts w:ascii="Corbel" w:hAnsi="Corbel"/>
          <w:b/>
          <w:sz w:val="24"/>
          <w:szCs w:val="24"/>
        </w:rPr>
        <w:t>T</w:t>
      </w:r>
      <w:r w:rsidR="001D7B54" w:rsidRPr="006C346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C3461">
        <w:rPr>
          <w:rFonts w:ascii="Corbel" w:hAnsi="Corbel"/>
          <w:sz w:val="24"/>
          <w:szCs w:val="24"/>
        </w:rPr>
        <w:t xml:space="preserve">  </w:t>
      </w:r>
    </w:p>
    <w:p w14:paraId="5632900D" w14:textId="77777777" w:rsidR="00675843" w:rsidRPr="006C3461" w:rsidRDefault="0085747A" w:rsidP="006C6DE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 xml:space="preserve">Problematyka wykładu </w:t>
      </w:r>
      <w:r w:rsidR="006C6DE3" w:rsidRPr="006C3461">
        <w:rPr>
          <w:rFonts w:ascii="Corbel" w:hAnsi="Corbel"/>
          <w:sz w:val="24"/>
          <w:szCs w:val="24"/>
        </w:rPr>
        <w:t xml:space="preserve">- </w:t>
      </w:r>
      <w:r w:rsidR="0035252D" w:rsidRPr="006C3461">
        <w:rPr>
          <w:rFonts w:ascii="Corbel" w:hAnsi="Corbel"/>
          <w:sz w:val="24"/>
          <w:szCs w:val="24"/>
        </w:rPr>
        <w:t>nie dotyczy</w:t>
      </w:r>
    </w:p>
    <w:p w14:paraId="6CCD2ADF" w14:textId="77777777" w:rsidR="0085747A" w:rsidRPr="006C3461" w:rsidRDefault="0085747A" w:rsidP="006C6DE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C3461">
        <w:rPr>
          <w:rFonts w:ascii="Corbel" w:hAnsi="Corbel"/>
          <w:sz w:val="24"/>
          <w:szCs w:val="24"/>
        </w:rPr>
        <w:t xml:space="preserve">, </w:t>
      </w:r>
      <w:r w:rsidRPr="006C346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C3461" w14:paraId="16EF4B21" w14:textId="77777777" w:rsidTr="00923D7D">
        <w:tc>
          <w:tcPr>
            <w:tcW w:w="9639" w:type="dxa"/>
          </w:tcPr>
          <w:p w14:paraId="15F29949" w14:textId="77777777" w:rsidR="0085747A" w:rsidRPr="006C346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3891" w:rsidRPr="006C3461" w14:paraId="348DA9A1" w14:textId="77777777" w:rsidTr="00923D7D">
        <w:tc>
          <w:tcPr>
            <w:tcW w:w="9639" w:type="dxa"/>
          </w:tcPr>
          <w:p w14:paraId="75220102" w14:textId="77777777" w:rsidR="008A3891" w:rsidRPr="006C3461" w:rsidRDefault="008A3891" w:rsidP="00760B29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C3461">
              <w:rPr>
                <w:rFonts w:ascii="Corbel" w:eastAsia="Cambria" w:hAnsi="Corbel"/>
                <w:sz w:val="24"/>
                <w:szCs w:val="24"/>
              </w:rPr>
              <w:t>Podstawy projektowania kwestionariusza ankietowego, zapoznanie z bazą danych GUS, graficzna prezentacja materiału liczbowego.</w:t>
            </w:r>
          </w:p>
        </w:tc>
      </w:tr>
      <w:tr w:rsidR="008A3891" w:rsidRPr="006C3461" w14:paraId="64FEE70C" w14:textId="77777777" w:rsidTr="00923D7D">
        <w:tc>
          <w:tcPr>
            <w:tcW w:w="9639" w:type="dxa"/>
          </w:tcPr>
          <w:p w14:paraId="39B161BA" w14:textId="77777777" w:rsidR="008A3891" w:rsidRPr="006C3461" w:rsidRDefault="008A3891" w:rsidP="00760B29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C3461">
              <w:rPr>
                <w:rFonts w:ascii="Corbel" w:eastAsia="Cambria" w:hAnsi="Corbel"/>
                <w:sz w:val="24"/>
                <w:szCs w:val="24"/>
              </w:rPr>
              <w:t xml:space="preserve">Analityczna metoda prezentacji danych. Sposoby obliczania oraz interpretacja parametrów opisowych, tzw. statystyk-charakterystyk: miary położenia (średnia arytmetyczna, mediana, </w:t>
            </w:r>
            <w:proofErr w:type="spellStart"/>
            <w:r w:rsidRPr="006C3461">
              <w:rPr>
                <w:rFonts w:ascii="Corbel" w:eastAsia="Cambria" w:hAnsi="Corbel"/>
                <w:sz w:val="24"/>
                <w:szCs w:val="24"/>
              </w:rPr>
              <w:t>kwartyle</w:t>
            </w:r>
            <w:proofErr w:type="spellEnd"/>
            <w:r w:rsidRPr="006C3461">
              <w:rPr>
                <w:rFonts w:ascii="Corbel" w:eastAsia="Cambria" w:hAnsi="Corbel"/>
                <w:sz w:val="24"/>
                <w:szCs w:val="24"/>
              </w:rPr>
              <w:t>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8A3891" w:rsidRPr="006C3461" w14:paraId="74E3BEBA" w14:textId="77777777" w:rsidTr="00923D7D">
        <w:tc>
          <w:tcPr>
            <w:tcW w:w="9639" w:type="dxa"/>
          </w:tcPr>
          <w:p w14:paraId="21F2A655" w14:textId="77777777" w:rsidR="008A3891" w:rsidRPr="006C3461" w:rsidRDefault="008A3891" w:rsidP="00760B29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C3461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6C3461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6C3461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– miary oparte na statystyce chi-kwadrat: współczynnik V-</w:t>
            </w:r>
            <w:proofErr w:type="spellStart"/>
            <w:r w:rsidRPr="006C3461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6C3461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8A3891" w:rsidRPr="006C3461" w14:paraId="347342DA" w14:textId="77777777" w:rsidTr="00923D7D">
        <w:tc>
          <w:tcPr>
            <w:tcW w:w="9639" w:type="dxa"/>
          </w:tcPr>
          <w:p w14:paraId="6018DA15" w14:textId="77777777" w:rsidR="008A3891" w:rsidRPr="006C3461" w:rsidRDefault="008A3891" w:rsidP="00760B29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Weryfikacja hipotez parametrycznych: test istotności różnicy pomiędzy dwiema średnimi, pomiędzy dwoma wskaźnikami struktury, test istotności dla dwóch wariancji oraz dla współczynnika korelacji.</w:t>
            </w:r>
          </w:p>
        </w:tc>
      </w:tr>
      <w:tr w:rsidR="008A3891" w:rsidRPr="006C3461" w14:paraId="4023F2BA" w14:textId="77777777" w:rsidTr="00923D7D">
        <w:tc>
          <w:tcPr>
            <w:tcW w:w="9639" w:type="dxa"/>
          </w:tcPr>
          <w:p w14:paraId="44D87C43" w14:textId="77777777" w:rsidR="008A3891" w:rsidRPr="006C3461" w:rsidRDefault="008A3891" w:rsidP="00760B29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Wybrane testy nieparametryczne: test niezależności i jednorodności populacji chi-kwadrat.</w:t>
            </w:r>
          </w:p>
        </w:tc>
      </w:tr>
    </w:tbl>
    <w:p w14:paraId="3E23A1FC" w14:textId="77777777"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0A2745" w14:textId="77777777" w:rsidR="0085747A" w:rsidRPr="006C346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>3.4 Metody dydaktyczne</w:t>
      </w:r>
      <w:r w:rsidRPr="006C3461">
        <w:rPr>
          <w:rFonts w:ascii="Corbel" w:hAnsi="Corbel"/>
          <w:b w:val="0"/>
          <w:smallCaps w:val="0"/>
          <w:szCs w:val="24"/>
        </w:rPr>
        <w:t xml:space="preserve"> </w:t>
      </w:r>
    </w:p>
    <w:p w14:paraId="38918365" w14:textId="77777777" w:rsidR="00342428" w:rsidRPr="006C3461" w:rsidRDefault="0035252D" w:rsidP="00342428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warsztaty: rozwiązywanie zadań, analiza przypadków, praca indywidualna, praca w grupach, dyskusja</w:t>
      </w:r>
    </w:p>
    <w:p w14:paraId="416A80F3" w14:textId="77777777" w:rsidR="00153C41" w:rsidRPr="006C346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DE1BA27" w14:textId="77777777" w:rsidR="0085747A" w:rsidRPr="006C346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4. </w:t>
      </w:r>
      <w:r w:rsidR="0085747A" w:rsidRPr="006C3461">
        <w:rPr>
          <w:rFonts w:ascii="Corbel" w:hAnsi="Corbel"/>
          <w:smallCaps w:val="0"/>
          <w:szCs w:val="24"/>
        </w:rPr>
        <w:t>METODY I KRYTERIA OCENY</w:t>
      </w:r>
      <w:r w:rsidR="009F4610" w:rsidRPr="006C3461">
        <w:rPr>
          <w:rFonts w:ascii="Corbel" w:hAnsi="Corbel"/>
          <w:smallCaps w:val="0"/>
          <w:szCs w:val="24"/>
        </w:rPr>
        <w:t xml:space="preserve"> </w:t>
      </w:r>
    </w:p>
    <w:p w14:paraId="47AF35C5" w14:textId="77777777" w:rsidR="00923D7D" w:rsidRPr="006C346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AEAAF9" w14:textId="77777777" w:rsidR="0085747A" w:rsidRPr="006C3461" w:rsidRDefault="0085747A" w:rsidP="006C6D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346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C3461" w14:paraId="75496866" w14:textId="77777777" w:rsidTr="00C05F44">
        <w:tc>
          <w:tcPr>
            <w:tcW w:w="1985" w:type="dxa"/>
            <w:vAlign w:val="center"/>
          </w:tcPr>
          <w:p w14:paraId="72E1D537" w14:textId="77777777" w:rsidR="0085747A" w:rsidRPr="006C346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CBD991D" w14:textId="77777777" w:rsidR="0085747A" w:rsidRPr="006C3461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0A7CA5E" w14:textId="77777777" w:rsidR="0085747A" w:rsidRPr="006C346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0B7A5F" w14:textId="77777777" w:rsidR="00923D7D" w:rsidRPr="006C3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628307" w14:textId="77777777" w:rsidR="0085747A" w:rsidRPr="006C3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C346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BBB" w:rsidRPr="006C3461" w14:paraId="1CA75E2C" w14:textId="77777777" w:rsidTr="004D1BBB">
        <w:tc>
          <w:tcPr>
            <w:tcW w:w="1985" w:type="dxa"/>
            <w:vAlign w:val="center"/>
          </w:tcPr>
          <w:p w14:paraId="1C370E7D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14:paraId="07338796" w14:textId="77777777" w:rsidR="004D1BBB" w:rsidRPr="006C3461" w:rsidRDefault="004D1BBB" w:rsidP="004D1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14:paraId="5EE5457B" w14:textId="77777777" w:rsidR="004D1BBB" w:rsidRPr="006C3461" w:rsidRDefault="00687185" w:rsidP="004D1B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14:paraId="78AD77F9" w14:textId="77777777" w:rsidTr="00CC32D9">
        <w:tc>
          <w:tcPr>
            <w:tcW w:w="1985" w:type="dxa"/>
            <w:vAlign w:val="center"/>
          </w:tcPr>
          <w:p w14:paraId="5BD47355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00596A4F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14:paraId="015017CB" w14:textId="77777777"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14:paraId="1C678C70" w14:textId="77777777" w:rsidTr="00964ED8">
        <w:tc>
          <w:tcPr>
            <w:tcW w:w="1985" w:type="dxa"/>
            <w:vAlign w:val="center"/>
          </w:tcPr>
          <w:p w14:paraId="31E080A2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0CB398C0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14:paraId="60F7C5AE" w14:textId="77777777"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14:paraId="6D4AF928" w14:textId="77777777" w:rsidTr="00CA10FA">
        <w:tc>
          <w:tcPr>
            <w:tcW w:w="1985" w:type="dxa"/>
            <w:vAlign w:val="center"/>
          </w:tcPr>
          <w:p w14:paraId="4B837190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  <w:vAlign w:val="center"/>
          </w:tcPr>
          <w:p w14:paraId="0CA88917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14:paraId="38A000C9" w14:textId="77777777"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14:paraId="253D0F70" w14:textId="77777777" w:rsidTr="003A5014">
        <w:tc>
          <w:tcPr>
            <w:tcW w:w="1985" w:type="dxa"/>
            <w:vAlign w:val="center"/>
          </w:tcPr>
          <w:p w14:paraId="70456113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30AA0552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14:paraId="059AF887" w14:textId="77777777"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285FE9A" w14:textId="77777777" w:rsidR="006C6DE3" w:rsidRPr="006C3461" w:rsidRDefault="006C6DE3" w:rsidP="006C6D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985154A" w14:textId="77777777" w:rsidR="00923D7D" w:rsidRPr="006C3461" w:rsidRDefault="003E1941" w:rsidP="006C6D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4.2 </w:t>
      </w:r>
      <w:r w:rsidR="0085747A" w:rsidRPr="006C346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C346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3461" w14:paraId="7922928C" w14:textId="77777777" w:rsidTr="00923D7D">
        <w:tc>
          <w:tcPr>
            <w:tcW w:w="9670" w:type="dxa"/>
          </w:tcPr>
          <w:p w14:paraId="618E8C53" w14:textId="77777777"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lastRenderedPageBreak/>
              <w:t>Zaliczenie ćwiczeń na podstawie ocen z dwóch prac pisemnych. W zależności od procentowego udziału uzyskanych punktów student otrzyma następujące oceny:</w:t>
            </w:r>
          </w:p>
          <w:p w14:paraId="34AA4131" w14:textId="77777777"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% uzyskanych punktów &lt; 50% –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14:paraId="0293C401" w14:textId="77777777"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% uzyskanych punktów pomiędzy 51 - 64% –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14:paraId="79D30D9C" w14:textId="77777777"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% uzyskanych punktów pomiędzy 65 - 74% –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6C346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30BE232B" w14:textId="77777777"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% uzyskanych punktów pomiędzy 75 - 84% –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0957FF04" w14:textId="77777777"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% uzyskanych punktów pomiędzy 85 - 94% –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6C346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0FDF007E" w14:textId="77777777" w:rsidR="0085747A" w:rsidRPr="006C3461" w:rsidRDefault="00747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% uzyskanych punktów &gt;95</w:t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393637" w:rsidRPr="006C3461">
              <w:rPr>
                <w:rFonts w:ascii="Corbel" w:hAnsi="Corbel"/>
                <w:szCs w:val="24"/>
              </w:rPr>
              <w:t>–</w:t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proofErr w:type="spellStart"/>
            <w:r w:rsidRPr="006C346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14:paraId="3E5D0E94" w14:textId="77777777"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051836" w14:textId="77777777" w:rsidR="0085747A" w:rsidRPr="006C3461" w:rsidRDefault="0085747A" w:rsidP="006C6D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3461">
        <w:rPr>
          <w:rFonts w:ascii="Corbel" w:hAnsi="Corbel"/>
          <w:b/>
          <w:sz w:val="24"/>
          <w:szCs w:val="24"/>
        </w:rPr>
        <w:t xml:space="preserve">5. </w:t>
      </w:r>
      <w:r w:rsidR="00C61DC5" w:rsidRPr="006C346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C3461" w14:paraId="71B25907" w14:textId="77777777" w:rsidTr="003E1941">
        <w:tc>
          <w:tcPr>
            <w:tcW w:w="4962" w:type="dxa"/>
            <w:vAlign w:val="center"/>
          </w:tcPr>
          <w:p w14:paraId="457E9E4B" w14:textId="77777777" w:rsidR="0085747A" w:rsidRPr="006C34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346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346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8B7272" w14:textId="77777777" w:rsidR="0085747A" w:rsidRPr="006C34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346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C34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3461" w14:paraId="7714B121" w14:textId="77777777" w:rsidTr="00126BDE">
        <w:tc>
          <w:tcPr>
            <w:tcW w:w="4962" w:type="dxa"/>
            <w:vAlign w:val="center"/>
          </w:tcPr>
          <w:p w14:paraId="620E44AC" w14:textId="77777777" w:rsidR="0085747A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G</w:t>
            </w:r>
            <w:r w:rsidR="0085747A" w:rsidRPr="006C346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C346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C346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C3461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C3461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6C346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86D6050" w14:textId="77777777" w:rsidR="0085747A" w:rsidRPr="006C3461" w:rsidRDefault="00EF7A77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3461" w14:paraId="161D14B7" w14:textId="77777777" w:rsidTr="00126BDE">
        <w:tc>
          <w:tcPr>
            <w:tcW w:w="4962" w:type="dxa"/>
            <w:vAlign w:val="center"/>
          </w:tcPr>
          <w:p w14:paraId="6FDC378C" w14:textId="77777777" w:rsidR="00C61DC5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E4BD9BC" w14:textId="77777777" w:rsidR="00C61DC5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EED0671" w14:textId="77777777" w:rsidR="00C61DC5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3461" w14:paraId="552ABFE7" w14:textId="77777777" w:rsidTr="00126BDE">
        <w:tc>
          <w:tcPr>
            <w:tcW w:w="4962" w:type="dxa"/>
            <w:vAlign w:val="center"/>
          </w:tcPr>
          <w:p w14:paraId="74B0671A" w14:textId="77777777" w:rsidR="0071620A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C346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E703A3F" w14:textId="77777777" w:rsidR="00C61DC5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227748A6" w14:textId="77777777" w:rsidR="00C61DC5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6C3461" w14:paraId="3DF461A9" w14:textId="77777777" w:rsidTr="00126BDE">
        <w:tc>
          <w:tcPr>
            <w:tcW w:w="4962" w:type="dxa"/>
            <w:vAlign w:val="center"/>
          </w:tcPr>
          <w:p w14:paraId="6410D237" w14:textId="77777777" w:rsidR="0085747A" w:rsidRPr="006C3461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745D64E4" w14:textId="77777777" w:rsidR="0085747A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C3461" w14:paraId="0435912B" w14:textId="77777777" w:rsidTr="00126BDE">
        <w:tc>
          <w:tcPr>
            <w:tcW w:w="4962" w:type="dxa"/>
            <w:vAlign w:val="center"/>
          </w:tcPr>
          <w:p w14:paraId="63535A59" w14:textId="77777777" w:rsidR="0085747A" w:rsidRPr="006C3461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FBDECE4" w14:textId="77777777" w:rsidR="0085747A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60EC3CA" w14:textId="77777777" w:rsidR="0085747A" w:rsidRPr="006C3461" w:rsidRDefault="00923D7D" w:rsidP="006C6DE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C346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C346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79D374" w14:textId="77777777" w:rsidR="003E1941" w:rsidRPr="006C346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1F664" w14:textId="77777777" w:rsidR="0085747A" w:rsidRPr="006C3461" w:rsidRDefault="0071620A" w:rsidP="006C6D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6. </w:t>
      </w:r>
      <w:r w:rsidR="0085747A" w:rsidRPr="006C3461">
        <w:rPr>
          <w:rFonts w:ascii="Corbel" w:hAnsi="Corbel"/>
          <w:smallCaps w:val="0"/>
          <w:szCs w:val="24"/>
        </w:rPr>
        <w:t>PRAKTYKI ZAWODOWE W RAMACH PRZEDMIOTU/ MODUŁU</w:t>
      </w:r>
      <w:r w:rsidRPr="006C346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6C3461" w14:paraId="4D10E705" w14:textId="77777777" w:rsidTr="006C6DE3">
        <w:trPr>
          <w:trHeight w:val="397"/>
        </w:trPr>
        <w:tc>
          <w:tcPr>
            <w:tcW w:w="4111" w:type="dxa"/>
            <w:vAlign w:val="center"/>
          </w:tcPr>
          <w:p w14:paraId="3946075C" w14:textId="77777777" w:rsidR="0085747A" w:rsidRPr="006C3461" w:rsidRDefault="0085747A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4E9534A1" w14:textId="77777777" w:rsidR="0085747A" w:rsidRPr="006C3461" w:rsidRDefault="00126BDE" w:rsidP="00126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6BDE" w:rsidRPr="006C3461" w14:paraId="33038AC3" w14:textId="77777777" w:rsidTr="006C6DE3">
        <w:trPr>
          <w:trHeight w:val="397"/>
        </w:trPr>
        <w:tc>
          <w:tcPr>
            <w:tcW w:w="4111" w:type="dxa"/>
            <w:vAlign w:val="center"/>
          </w:tcPr>
          <w:p w14:paraId="1C7B7F30" w14:textId="77777777" w:rsidR="00126BDE" w:rsidRPr="006C3461" w:rsidRDefault="00126BDE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48CB1C25" w14:textId="77777777" w:rsidR="00126BDE" w:rsidRPr="006C3461" w:rsidRDefault="00126BDE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29EF3415" w14:textId="77777777" w:rsidR="003E1941" w:rsidRPr="006C346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ADC9EB" w14:textId="77777777" w:rsidR="00675843" w:rsidRPr="006C346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7. </w:t>
      </w:r>
      <w:r w:rsidR="0085747A" w:rsidRPr="006C3461">
        <w:rPr>
          <w:rFonts w:ascii="Corbel" w:hAnsi="Corbel"/>
          <w:smallCaps w:val="0"/>
          <w:szCs w:val="24"/>
        </w:rPr>
        <w:t>LITERATURA</w:t>
      </w:r>
      <w:r w:rsidRPr="006C3461">
        <w:rPr>
          <w:rFonts w:ascii="Corbel" w:hAnsi="Corbel"/>
          <w:smallCaps w:val="0"/>
          <w:szCs w:val="24"/>
        </w:rPr>
        <w:t xml:space="preserve"> </w:t>
      </w:r>
    </w:p>
    <w:tbl>
      <w:tblPr>
        <w:tblpPr w:leftFromText="141" w:rightFromText="141" w:vertAnchor="text" w:tblpX="108" w:tblpY="1"/>
        <w:tblOverlap w:val="never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85747A" w:rsidRPr="006C3461" w14:paraId="7BC64297" w14:textId="77777777" w:rsidTr="006C6DE3">
        <w:trPr>
          <w:trHeight w:val="397"/>
        </w:trPr>
        <w:tc>
          <w:tcPr>
            <w:tcW w:w="9526" w:type="dxa"/>
          </w:tcPr>
          <w:p w14:paraId="1E28105E" w14:textId="77777777" w:rsidR="0085747A" w:rsidRPr="006C3461" w:rsidRDefault="0085747A" w:rsidP="006C6D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08B161" w14:textId="77777777" w:rsidR="0035252D" w:rsidRPr="006C3461" w:rsidRDefault="00126BDE" w:rsidP="006C6D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Jóźwiak J., Podgórski J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 od podstaw</w:t>
            </w:r>
            <w:r w:rsidRPr="006C3461">
              <w:rPr>
                <w:rFonts w:ascii="Corbel" w:hAnsi="Corbel"/>
                <w:sz w:val="24"/>
                <w:szCs w:val="24"/>
              </w:rPr>
              <w:t>. PWE, Warszawa 1997 lub wydanie nowsze.</w:t>
            </w:r>
          </w:p>
          <w:p w14:paraId="228997CD" w14:textId="77777777" w:rsidR="0035252D" w:rsidRPr="006C3461" w:rsidRDefault="00126BDE" w:rsidP="006C6D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Snarska I.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Statystyka, ekonometria, prognozowanie – ćwiczenia z Excelem 2007</w:t>
            </w:r>
            <w:r w:rsidRPr="006C3461">
              <w:rPr>
                <w:rFonts w:ascii="Corbel" w:hAnsi="Corbel"/>
                <w:sz w:val="24"/>
                <w:szCs w:val="24"/>
              </w:rPr>
              <w:t>. Wydawnictwo Placet, W</w:t>
            </w:r>
            <w:r w:rsidR="006C6DE3" w:rsidRPr="006C3461">
              <w:rPr>
                <w:rFonts w:ascii="Corbel" w:hAnsi="Corbel"/>
                <w:sz w:val="24"/>
                <w:szCs w:val="24"/>
              </w:rPr>
              <w:t>arszawa 2011 lub wydanie nowsze</w:t>
            </w:r>
          </w:p>
          <w:p w14:paraId="13916AD8" w14:textId="77777777" w:rsidR="0035252D" w:rsidRPr="006C3461" w:rsidRDefault="00126BDE" w:rsidP="006C6D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Sobczyk M.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 opisowa.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Wydawnictwo C.H. Beck, Warszawa 2010.</w:t>
            </w:r>
          </w:p>
          <w:p w14:paraId="4CBCA301" w14:textId="77777777" w:rsidR="00126BDE" w:rsidRPr="006C3461" w:rsidRDefault="00126BDE" w:rsidP="006C6DE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smallCaps w:val="0"/>
                <w:szCs w:val="24"/>
              </w:rPr>
              <w:t xml:space="preserve">Sobczyk M. </w:t>
            </w:r>
            <w:r w:rsidRPr="006C3461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matematyczna.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2010.</w:t>
            </w:r>
          </w:p>
        </w:tc>
      </w:tr>
      <w:tr w:rsidR="0085747A" w:rsidRPr="006C3461" w14:paraId="2F560439" w14:textId="77777777" w:rsidTr="006C6DE3">
        <w:trPr>
          <w:trHeight w:val="397"/>
        </w:trPr>
        <w:tc>
          <w:tcPr>
            <w:tcW w:w="9526" w:type="dxa"/>
          </w:tcPr>
          <w:p w14:paraId="7FF583E7" w14:textId="77777777" w:rsidR="0085747A" w:rsidRPr="006C3461" w:rsidRDefault="0085747A" w:rsidP="006C6D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8D2283C" w14:textId="77777777" w:rsidR="00126BDE" w:rsidRPr="006C3461" w:rsidRDefault="00126BDE" w:rsidP="006C6D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3461">
              <w:rPr>
                <w:rFonts w:ascii="Corbel" w:hAnsi="Corbel"/>
                <w:b/>
                <w:sz w:val="24"/>
                <w:szCs w:val="24"/>
              </w:rPr>
              <w:t>Kassyk</w:t>
            </w:r>
            <w:proofErr w:type="spellEnd"/>
            <w:r w:rsidRPr="006C3461">
              <w:rPr>
                <w:rFonts w:ascii="Corbel" w:hAnsi="Corbel"/>
                <w:b/>
                <w:sz w:val="24"/>
                <w:szCs w:val="24"/>
              </w:rPr>
              <w:t>-Rokicka H.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 nie jest trudna.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Mierniki statystyczne</w:t>
            </w:r>
            <w:r w:rsidRPr="006C3461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14:paraId="015E4E42" w14:textId="77777777" w:rsidR="0035252D" w:rsidRPr="006C3461" w:rsidRDefault="00126BDE" w:rsidP="006C6D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3461">
              <w:rPr>
                <w:rFonts w:ascii="Corbel" w:hAnsi="Corbel"/>
                <w:b/>
                <w:sz w:val="24"/>
                <w:szCs w:val="24"/>
              </w:rPr>
              <w:t>Luszniewicz</w:t>
            </w:r>
            <w:proofErr w:type="spellEnd"/>
            <w:r w:rsidRPr="006C3461">
              <w:rPr>
                <w:rFonts w:ascii="Corbel" w:hAnsi="Corbel"/>
                <w:b/>
                <w:sz w:val="24"/>
                <w:szCs w:val="24"/>
              </w:rPr>
              <w:t xml:space="preserve"> A.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Metody wnioskowania statystycznego</w:t>
            </w:r>
            <w:r w:rsidRPr="006C3461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14:paraId="19ECDFE5" w14:textId="77777777" w:rsidR="00126BDE" w:rsidRPr="006C3461" w:rsidRDefault="00126BDE" w:rsidP="006C6DE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smallCaps w:val="0"/>
                <w:szCs w:val="24"/>
              </w:rPr>
              <w:t xml:space="preserve">Ferguson </w:t>
            </w:r>
            <w:proofErr w:type="spellStart"/>
            <w:r w:rsidRPr="006C3461">
              <w:rPr>
                <w:rFonts w:ascii="Corbel" w:hAnsi="Corbel"/>
                <w:smallCaps w:val="0"/>
                <w:szCs w:val="24"/>
              </w:rPr>
              <w:t>G.A</w:t>
            </w:r>
            <w:proofErr w:type="spellEnd"/>
            <w:r w:rsidRPr="006C3461">
              <w:rPr>
                <w:rFonts w:ascii="Corbel" w:hAnsi="Corbel"/>
                <w:smallCaps w:val="0"/>
                <w:szCs w:val="24"/>
              </w:rPr>
              <w:t xml:space="preserve">., </w:t>
            </w:r>
            <w:proofErr w:type="spellStart"/>
            <w:r w:rsidRPr="006C3461">
              <w:rPr>
                <w:rFonts w:ascii="Corbel" w:hAnsi="Corbel"/>
                <w:smallCaps w:val="0"/>
                <w:szCs w:val="24"/>
              </w:rPr>
              <w:t>Takane</w:t>
            </w:r>
            <w:proofErr w:type="spellEnd"/>
            <w:r w:rsidRPr="006C3461">
              <w:rPr>
                <w:rFonts w:ascii="Corbel" w:hAnsi="Corbel"/>
                <w:smallCaps w:val="0"/>
                <w:szCs w:val="24"/>
              </w:rPr>
              <w:t xml:space="preserve"> Y. </w:t>
            </w:r>
            <w:r w:rsidRPr="006C3461">
              <w:rPr>
                <w:rFonts w:ascii="Corbel" w:hAnsi="Corbel"/>
                <w:b w:val="0"/>
                <w:i/>
                <w:smallCaps w:val="0"/>
                <w:szCs w:val="24"/>
              </w:rPr>
              <w:t>Analiza statystyczna w psychologii i pedagogice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>. Wydawnictwo Naukowe PWN, 2004 lub wydanie nowsze.</w:t>
            </w:r>
          </w:p>
        </w:tc>
      </w:tr>
    </w:tbl>
    <w:p w14:paraId="44B10650" w14:textId="6EE889E7" w:rsidR="0085747A" w:rsidRPr="006C3461" w:rsidRDefault="004776E6" w:rsidP="0088416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0F5690BB" w14:textId="530B2DCA" w:rsidR="0035252D" w:rsidRPr="0088416C" w:rsidRDefault="0085747A" w:rsidP="0088416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35252D" w:rsidRPr="006C3461">
        <w:rPr>
          <w:rFonts w:ascii="Corbel" w:hAnsi="Corbel"/>
          <w:b w:val="0"/>
          <w:smallCaps w:val="0"/>
          <w:szCs w:val="24"/>
        </w:rPr>
        <w:t>:</w:t>
      </w:r>
    </w:p>
    <w:sectPr w:rsidR="0035252D" w:rsidRPr="0088416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223F5" w14:textId="77777777" w:rsidR="003C458D" w:rsidRDefault="003C458D" w:rsidP="00C16ABF">
      <w:pPr>
        <w:spacing w:after="0" w:line="240" w:lineRule="auto"/>
      </w:pPr>
      <w:r>
        <w:separator/>
      </w:r>
    </w:p>
  </w:endnote>
  <w:endnote w:type="continuationSeparator" w:id="0">
    <w:p w14:paraId="2C3A3C53" w14:textId="77777777" w:rsidR="003C458D" w:rsidRDefault="003C45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D6E2F" w14:textId="77777777" w:rsidR="003C458D" w:rsidRDefault="003C458D" w:rsidP="00C16ABF">
      <w:pPr>
        <w:spacing w:after="0" w:line="240" w:lineRule="auto"/>
      </w:pPr>
      <w:r>
        <w:separator/>
      </w:r>
    </w:p>
  </w:footnote>
  <w:footnote w:type="continuationSeparator" w:id="0">
    <w:p w14:paraId="72567B67" w14:textId="77777777" w:rsidR="003C458D" w:rsidRDefault="003C458D" w:rsidP="00C16ABF">
      <w:pPr>
        <w:spacing w:after="0" w:line="240" w:lineRule="auto"/>
      </w:pPr>
      <w:r>
        <w:continuationSeparator/>
      </w:r>
    </w:p>
  </w:footnote>
  <w:footnote w:id="1">
    <w:p w14:paraId="4BF805A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43FAA"/>
    <w:multiLevelType w:val="hybridMultilevel"/>
    <w:tmpl w:val="18F83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774C9"/>
    <w:multiLevelType w:val="hybridMultilevel"/>
    <w:tmpl w:val="32764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59E"/>
    <w:rsid w:val="000077B4"/>
    <w:rsid w:val="00015B8F"/>
    <w:rsid w:val="000166F4"/>
    <w:rsid w:val="00022ECE"/>
    <w:rsid w:val="0004265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38B"/>
    <w:rsid w:val="000A296F"/>
    <w:rsid w:val="000A2A28"/>
    <w:rsid w:val="000A7F18"/>
    <w:rsid w:val="000B192D"/>
    <w:rsid w:val="000B28EE"/>
    <w:rsid w:val="000B3E37"/>
    <w:rsid w:val="000D04B0"/>
    <w:rsid w:val="000D4BBE"/>
    <w:rsid w:val="000F1C57"/>
    <w:rsid w:val="000F5615"/>
    <w:rsid w:val="00102F01"/>
    <w:rsid w:val="00115D19"/>
    <w:rsid w:val="00124BFF"/>
    <w:rsid w:val="0012560E"/>
    <w:rsid w:val="00126BD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399"/>
    <w:rsid w:val="001C53EC"/>
    <w:rsid w:val="001D657B"/>
    <w:rsid w:val="001D7B54"/>
    <w:rsid w:val="001E0209"/>
    <w:rsid w:val="001E587C"/>
    <w:rsid w:val="001F2CA2"/>
    <w:rsid w:val="0020021F"/>
    <w:rsid w:val="0021258F"/>
    <w:rsid w:val="002144C0"/>
    <w:rsid w:val="0022477D"/>
    <w:rsid w:val="002278A9"/>
    <w:rsid w:val="00231ABF"/>
    <w:rsid w:val="002336F9"/>
    <w:rsid w:val="0024028F"/>
    <w:rsid w:val="00244ABC"/>
    <w:rsid w:val="00281FF2"/>
    <w:rsid w:val="00283C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7A6"/>
    <w:rsid w:val="003018BA"/>
    <w:rsid w:val="0030395F"/>
    <w:rsid w:val="00305C92"/>
    <w:rsid w:val="003151C5"/>
    <w:rsid w:val="003343CF"/>
    <w:rsid w:val="00342428"/>
    <w:rsid w:val="00346FE9"/>
    <w:rsid w:val="0034759A"/>
    <w:rsid w:val="003503F6"/>
    <w:rsid w:val="0035252D"/>
    <w:rsid w:val="003530DD"/>
    <w:rsid w:val="00361C0C"/>
    <w:rsid w:val="00363F78"/>
    <w:rsid w:val="00393637"/>
    <w:rsid w:val="003A0A5B"/>
    <w:rsid w:val="003A1176"/>
    <w:rsid w:val="003C0BAE"/>
    <w:rsid w:val="003C458D"/>
    <w:rsid w:val="003D18A9"/>
    <w:rsid w:val="003D6CE2"/>
    <w:rsid w:val="003D7366"/>
    <w:rsid w:val="003E1941"/>
    <w:rsid w:val="003E2FE6"/>
    <w:rsid w:val="003E49D5"/>
    <w:rsid w:val="003F38C0"/>
    <w:rsid w:val="00414E3C"/>
    <w:rsid w:val="0041675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6E6"/>
    <w:rsid w:val="004840FD"/>
    <w:rsid w:val="00490F7D"/>
    <w:rsid w:val="00491678"/>
    <w:rsid w:val="0049382A"/>
    <w:rsid w:val="004968E2"/>
    <w:rsid w:val="004A3EEA"/>
    <w:rsid w:val="004A4D1F"/>
    <w:rsid w:val="004D1BBB"/>
    <w:rsid w:val="004D5282"/>
    <w:rsid w:val="004E370B"/>
    <w:rsid w:val="004E50AD"/>
    <w:rsid w:val="004F1551"/>
    <w:rsid w:val="004F55A3"/>
    <w:rsid w:val="0050496F"/>
    <w:rsid w:val="00513B6F"/>
    <w:rsid w:val="00516FA4"/>
    <w:rsid w:val="00517C63"/>
    <w:rsid w:val="005363C4"/>
    <w:rsid w:val="00536BDE"/>
    <w:rsid w:val="00543ACC"/>
    <w:rsid w:val="00550443"/>
    <w:rsid w:val="0056696D"/>
    <w:rsid w:val="0059484D"/>
    <w:rsid w:val="005A0855"/>
    <w:rsid w:val="005A3196"/>
    <w:rsid w:val="005C080F"/>
    <w:rsid w:val="005C55E5"/>
    <w:rsid w:val="005C696A"/>
    <w:rsid w:val="005E6E85"/>
    <w:rsid w:val="005F12B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185"/>
    <w:rsid w:val="00696477"/>
    <w:rsid w:val="00697E01"/>
    <w:rsid w:val="006C3461"/>
    <w:rsid w:val="006C6DE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02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01618"/>
    <w:rsid w:val="0081554D"/>
    <w:rsid w:val="0081707E"/>
    <w:rsid w:val="008449B3"/>
    <w:rsid w:val="0085747A"/>
    <w:rsid w:val="0088416C"/>
    <w:rsid w:val="00884922"/>
    <w:rsid w:val="00885F64"/>
    <w:rsid w:val="008917F9"/>
    <w:rsid w:val="008A3891"/>
    <w:rsid w:val="008A45F7"/>
    <w:rsid w:val="008B28E9"/>
    <w:rsid w:val="008C0CC0"/>
    <w:rsid w:val="008C19A9"/>
    <w:rsid w:val="008C379D"/>
    <w:rsid w:val="008C5147"/>
    <w:rsid w:val="008C5359"/>
    <w:rsid w:val="008C5363"/>
    <w:rsid w:val="008D3DFB"/>
    <w:rsid w:val="008E031F"/>
    <w:rsid w:val="008E64F4"/>
    <w:rsid w:val="008F12C9"/>
    <w:rsid w:val="008F6E29"/>
    <w:rsid w:val="00916188"/>
    <w:rsid w:val="00923D7D"/>
    <w:rsid w:val="00940D7C"/>
    <w:rsid w:val="00942EDA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0B9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56F"/>
    <w:rsid w:val="00AB6DA7"/>
    <w:rsid w:val="00AD05F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99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971"/>
    <w:rsid w:val="00C61DC5"/>
    <w:rsid w:val="00C67E92"/>
    <w:rsid w:val="00C70A26"/>
    <w:rsid w:val="00C766DF"/>
    <w:rsid w:val="00C91D76"/>
    <w:rsid w:val="00C94B98"/>
    <w:rsid w:val="00CA2B96"/>
    <w:rsid w:val="00CA5089"/>
    <w:rsid w:val="00CB13DB"/>
    <w:rsid w:val="00CD6897"/>
    <w:rsid w:val="00CE5BAC"/>
    <w:rsid w:val="00CF24A8"/>
    <w:rsid w:val="00CF25BE"/>
    <w:rsid w:val="00CF69A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9F8"/>
    <w:rsid w:val="00DB0376"/>
    <w:rsid w:val="00DE09C0"/>
    <w:rsid w:val="00DE4A14"/>
    <w:rsid w:val="00DF320D"/>
    <w:rsid w:val="00DF71C8"/>
    <w:rsid w:val="00E129B8"/>
    <w:rsid w:val="00E15757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A77"/>
    <w:rsid w:val="00F070AB"/>
    <w:rsid w:val="00F17567"/>
    <w:rsid w:val="00F27A7B"/>
    <w:rsid w:val="00F526AF"/>
    <w:rsid w:val="00F617C3"/>
    <w:rsid w:val="00F7066B"/>
    <w:rsid w:val="00F83B28"/>
    <w:rsid w:val="00FA46E5"/>
    <w:rsid w:val="00FA5B12"/>
    <w:rsid w:val="00FB7DBA"/>
    <w:rsid w:val="00FC1C25"/>
    <w:rsid w:val="00FC3F45"/>
    <w:rsid w:val="00FC7B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2C442"/>
  <w15:docId w15:val="{14660909-C579-4D91-A6FB-E3ECA87B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116F5-E460-4B16-8E7A-87600B392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1063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14</cp:revision>
  <cp:lastPrinted>2019-02-06T12:12:00Z</cp:lastPrinted>
  <dcterms:created xsi:type="dcterms:W3CDTF">2020-02-19T07:32:00Z</dcterms:created>
  <dcterms:modified xsi:type="dcterms:W3CDTF">2022-10-03T09:43:00Z</dcterms:modified>
</cp:coreProperties>
</file>